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E02895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E02895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E02895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E02895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8E7C2A">
        <w:rPr>
          <w:b/>
          <w:spacing w:val="20"/>
          <w:sz w:val="32"/>
          <w:szCs w:val="32"/>
        </w:rPr>
        <w:t>април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E02895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B54E86" w:rsidRPr="00093ADD">
        <w:rPr>
          <w:b/>
          <w:spacing w:val="20"/>
        </w:rPr>
        <w:t>други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E02895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E02895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E02895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E02895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CC2D56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CC2D56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CC2D56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CC2D56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CC2D56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CC2D56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Обли</w:t>
            </w:r>
            <w:r w:rsidRPr="00CC2D56">
              <w:rPr>
                <w:sz w:val="22"/>
                <w:szCs w:val="22"/>
                <w:lang w:val="bs-Cyrl-BA"/>
              </w:rPr>
              <w:t>ци</w:t>
            </w:r>
            <w:r w:rsidR="00DF6A3D"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CC2D56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Метод</w:t>
            </w:r>
            <w:r w:rsidR="009257D4" w:rsidRPr="00CC2D56">
              <w:rPr>
                <w:sz w:val="22"/>
                <w:szCs w:val="22"/>
                <w:lang w:val="sr-Cyrl-CS"/>
              </w:rPr>
              <w:t>е</w:t>
            </w:r>
            <w:r w:rsidRPr="00CC2D56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CC2D56" w:rsidRDefault="009257D4" w:rsidP="00834785">
            <w:pPr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Н</w:t>
            </w:r>
            <w:r w:rsidR="00DF6A3D" w:rsidRPr="00CC2D56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CC2D56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CC2D56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521AD5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521AD5" w:rsidRPr="00CC2D56" w:rsidRDefault="00D82864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21AD5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21AD5" w:rsidRPr="00CC2D56" w:rsidRDefault="00E16476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</w:t>
            </w:r>
            <w:r w:rsidR="00DF4968">
              <w:rPr>
                <w:sz w:val="22"/>
                <w:szCs w:val="22"/>
              </w:rPr>
              <w:t>3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521AD5" w:rsidRPr="00DF4968" w:rsidRDefault="008E7C2A" w:rsidP="00521AD5">
            <w:pPr>
              <w:rPr>
                <w:sz w:val="22"/>
                <w:szCs w:val="22"/>
                <w:lang w:val="sr-Latn-BA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Duša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cvijet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Nura</w:t>
            </w:r>
            <w:proofErr w:type="spellEnd"/>
            <w:r>
              <w:rPr>
                <w:i/>
                <w:sz w:val="22"/>
                <w:szCs w:val="22"/>
              </w:rPr>
              <w:t xml:space="preserve"> B. </w:t>
            </w:r>
            <w:proofErr w:type="spellStart"/>
            <w:r>
              <w:rPr>
                <w:i/>
                <w:sz w:val="22"/>
                <w:szCs w:val="22"/>
              </w:rPr>
              <w:t>Hubijar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521AD5" w:rsidRPr="00CC2D56" w:rsidRDefault="00D82864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521AD5" w:rsidRPr="00CC2D56" w:rsidRDefault="00D82864" w:rsidP="00521AD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521AD5" w:rsidRPr="00D82864" w:rsidRDefault="007B26B0" w:rsidP="00D82864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521AD5" w:rsidRPr="0021536F" w:rsidRDefault="00521AD5" w:rsidP="00521AD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521AD5" w:rsidRPr="007B26B0" w:rsidRDefault="00D82864" w:rsidP="00521AD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521AD5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521AD5" w:rsidRPr="00CC2D56" w:rsidRDefault="00D82864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21AD5" w:rsidRPr="00CC2D56">
              <w:rPr>
                <w:b/>
                <w:sz w:val="22"/>
                <w:szCs w:val="22"/>
              </w:rPr>
              <w:t>.</w:t>
            </w:r>
            <w:r w:rsidR="00521AD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21AD5" w:rsidRPr="00CC2D56" w:rsidRDefault="00DF4968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54</w:t>
            </w:r>
            <w:r w:rsidR="00521AD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82864" w:rsidRDefault="00D82864" w:rsidP="00521AD5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i/>
                <w:sz w:val="22"/>
                <w:szCs w:val="22"/>
                <w:lang w:val="sr-Latn-BA"/>
              </w:rPr>
              <w:t xml:space="preserve">Analiza domaćeg zadatka </w:t>
            </w:r>
          </w:p>
          <w:p w:rsidR="00521AD5" w:rsidRPr="00D82864" w:rsidRDefault="00D82864" w:rsidP="00521AD5">
            <w:pPr>
              <w:rPr>
                <w:b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Moj djed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521AD5" w:rsidRPr="00D82864" w:rsidRDefault="00D82864" w:rsidP="00521AD5">
            <w:pPr>
              <w:ind w:right="-139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521AD5" w:rsidRPr="007B26B0" w:rsidRDefault="00521AD5" w:rsidP="007B26B0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521AD5" w:rsidRPr="0021536F" w:rsidRDefault="00D82864" w:rsidP="00521AD5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521AD5" w:rsidRPr="00D82864" w:rsidRDefault="00D82864" w:rsidP="00521AD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Усмено излагање</w:t>
            </w:r>
          </w:p>
        </w:tc>
      </w:tr>
      <w:tr w:rsidR="00521AD5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D82864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21AD5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DF4968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55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75267E" w:rsidRDefault="00D82864" w:rsidP="00521AD5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Nahod Huso i nahod Radovan, </w:t>
            </w:r>
            <w:r w:rsidRPr="00D82864">
              <w:rPr>
                <w:i/>
                <w:sz w:val="22"/>
                <w:szCs w:val="22"/>
                <w:lang w:val="sr-Latn-BA"/>
              </w:rPr>
              <w:t>epska pjesma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75267E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D82864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521AD5" w:rsidRDefault="00D82864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D82864" w:rsidP="007B26B0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521AD5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D82864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DF4968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56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Default="00D82864" w:rsidP="00521AD5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Pisanje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brojeva</w:t>
            </w:r>
            <w:proofErr w:type="spellEnd"/>
          </w:p>
          <w:p w:rsidR="001468F7" w:rsidRDefault="001468F7" w:rsidP="00521AD5">
            <w:pPr>
              <w:rPr>
                <w:sz w:val="22"/>
                <w:szCs w:val="22"/>
              </w:rPr>
            </w:pPr>
          </w:p>
          <w:p w:rsidR="001468F7" w:rsidRPr="001468F7" w:rsidRDefault="001468F7" w:rsidP="00521AD5">
            <w:pPr>
              <w:rPr>
                <w:sz w:val="22"/>
                <w:szCs w:val="22"/>
                <w:lang/>
              </w:rPr>
            </w:pPr>
            <w:proofErr w:type="spellStart"/>
            <w:r>
              <w:rPr>
                <w:sz w:val="22"/>
                <w:szCs w:val="22"/>
              </w:rPr>
              <w:t>Математика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521AD5" w:rsidRDefault="00D82864" w:rsidP="00521AD5">
            <w:pPr>
              <w:ind w:right="-139"/>
              <w:rPr>
                <w:sz w:val="22"/>
                <w:szCs w:val="22"/>
                <w:lang w:val="sr-Latn-BA"/>
              </w:rPr>
            </w:pPr>
            <w:proofErr w:type="spellStart"/>
            <w:r>
              <w:rPr>
                <w:sz w:val="22"/>
                <w:szCs w:val="22"/>
              </w:rPr>
              <w:t>вежбање</w:t>
            </w:r>
            <w:proofErr w:type="spellEnd"/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7B26B0" w:rsidP="00D82864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4E7DE5" w:rsidRDefault="00D82864" w:rsidP="00521AD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D82864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DF4968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D82864" w:rsidP="00E16476">
            <w:pPr>
              <w:rPr>
                <w:b/>
                <w:i/>
                <w:sz w:val="22"/>
                <w:szCs w:val="22"/>
                <w:lang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Muzička kultura Bošnjaka</w:t>
            </w:r>
          </w:p>
          <w:p w:rsidR="001468F7" w:rsidRDefault="001468F7" w:rsidP="00E16476">
            <w:pPr>
              <w:rPr>
                <w:b/>
                <w:i/>
                <w:sz w:val="22"/>
                <w:szCs w:val="22"/>
                <w:lang/>
              </w:rPr>
            </w:pPr>
          </w:p>
          <w:p w:rsidR="001468F7" w:rsidRPr="001468F7" w:rsidRDefault="001468F7" w:rsidP="00E1647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Музичка култура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D82864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834785" w:rsidRDefault="00D82864" w:rsidP="00E1647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21536F" w:rsidRDefault="00E16476" w:rsidP="00E16476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D82864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D82864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DF4968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D82864" w:rsidP="00E16476">
            <w:pPr>
              <w:rPr>
                <w:b/>
                <w:i/>
                <w:sz w:val="22"/>
                <w:szCs w:val="22"/>
                <w:lang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Muzička kultura Bošnjaka</w:t>
            </w:r>
          </w:p>
          <w:p w:rsidR="001468F7" w:rsidRDefault="001468F7" w:rsidP="00E16476">
            <w:pPr>
              <w:rPr>
                <w:sz w:val="22"/>
                <w:szCs w:val="22"/>
                <w:lang/>
              </w:rPr>
            </w:pPr>
          </w:p>
          <w:p w:rsidR="001468F7" w:rsidRPr="001468F7" w:rsidRDefault="001468F7" w:rsidP="00E16476">
            <w:pPr>
              <w:rPr>
                <w:i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Музичка култура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D82864" w:rsidP="00E16476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D82864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834785" w:rsidRDefault="00E16476" w:rsidP="00E1647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21536F" w:rsidRDefault="00E16476" w:rsidP="00E16476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D82864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DF4968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D82864" w:rsidRDefault="00D82864" w:rsidP="00E1647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Bajka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i/>
                <w:sz w:val="22"/>
                <w:szCs w:val="22"/>
              </w:rPr>
              <w:t>ljiljanu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 </w:t>
            </w:r>
          </w:p>
          <w:p w:rsidR="00E16476" w:rsidRPr="00D82864" w:rsidRDefault="00D82864" w:rsidP="00E16476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Mirsad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Bećirbašić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8449F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D82864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7B26B0" w:rsidRDefault="00E16476" w:rsidP="00E1647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7B26B0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468F7"/>
    <w:rsid w:val="00180BBD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F300D"/>
    <w:rsid w:val="00317E05"/>
    <w:rsid w:val="003259A0"/>
    <w:rsid w:val="00333723"/>
    <w:rsid w:val="00352E18"/>
    <w:rsid w:val="00360EE0"/>
    <w:rsid w:val="003969E2"/>
    <w:rsid w:val="00417079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73F9"/>
    <w:rsid w:val="0075267E"/>
    <w:rsid w:val="00781BC5"/>
    <w:rsid w:val="007B26B0"/>
    <w:rsid w:val="007C7E1C"/>
    <w:rsid w:val="00811A05"/>
    <w:rsid w:val="00834785"/>
    <w:rsid w:val="00847FD7"/>
    <w:rsid w:val="008C4D7B"/>
    <w:rsid w:val="008E7C2A"/>
    <w:rsid w:val="009257D4"/>
    <w:rsid w:val="009642EC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82864"/>
    <w:rsid w:val="00DC6618"/>
    <w:rsid w:val="00DF4968"/>
    <w:rsid w:val="00DF6A3D"/>
    <w:rsid w:val="00E02895"/>
    <w:rsid w:val="00E16476"/>
    <w:rsid w:val="00E47355"/>
    <w:rsid w:val="00E66B31"/>
    <w:rsid w:val="00E8449F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A699D-BF62-4596-994D-382D7166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2018-09-13T20:34:00Z</dcterms:created>
  <dcterms:modified xsi:type="dcterms:W3CDTF">2018-09-13T21:14:00Z</dcterms:modified>
</cp:coreProperties>
</file>